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5912 4911,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Sakari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470E3D95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+372 5650 2880, Egert Linkmann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1FD43758" w:rsidR="004B3A7A" w:rsidRDefault="00B20AC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 w:rsidR="00276AD3">
              <w:rPr>
                <w:rFonts w:ascii="Times New Roman" w:hAnsi="Times New Roman"/>
                <w:sz w:val="24"/>
                <w:szCs w:val="24"/>
              </w:rPr>
              <w:t>3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 w:rsidR="00276AD3">
              <w:rPr>
                <w:rFonts w:ascii="Times New Roman" w:hAnsi="Times New Roman"/>
                <w:sz w:val="24"/>
                <w:szCs w:val="24"/>
              </w:rPr>
              <w:t>3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163CF5E7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A20C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DA20C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4D6F258B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3-19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B20AC6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19.03.2025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E7068" w14:textId="77777777" w:rsidR="003B4616" w:rsidRDefault="003B4616" w:rsidP="0022188E">
      <w:pPr>
        <w:spacing w:after="0" w:line="240" w:lineRule="auto"/>
      </w:pPr>
      <w:r>
        <w:separator/>
      </w:r>
    </w:p>
  </w:endnote>
  <w:endnote w:type="continuationSeparator" w:id="0">
    <w:p w14:paraId="1B375858" w14:textId="77777777" w:rsidR="003B4616" w:rsidRDefault="003B4616" w:rsidP="0022188E">
      <w:pPr>
        <w:spacing w:after="0" w:line="240" w:lineRule="auto"/>
      </w:pPr>
      <w:r>
        <w:continuationSeparator/>
      </w:r>
    </w:p>
  </w:endnote>
  <w:endnote w:type="continuationNotice" w:id="1">
    <w:p w14:paraId="2ECB88C4" w14:textId="77777777" w:rsidR="003B4616" w:rsidRDefault="003B46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2450C" w14:textId="77777777" w:rsidR="003B4616" w:rsidRDefault="003B4616" w:rsidP="0022188E">
      <w:pPr>
        <w:spacing w:after="0" w:line="240" w:lineRule="auto"/>
      </w:pPr>
      <w:r>
        <w:separator/>
      </w:r>
    </w:p>
  </w:footnote>
  <w:footnote w:type="continuationSeparator" w:id="0">
    <w:p w14:paraId="71FF2E8A" w14:textId="77777777" w:rsidR="003B4616" w:rsidRDefault="003B4616" w:rsidP="0022188E">
      <w:pPr>
        <w:spacing w:after="0" w:line="240" w:lineRule="auto"/>
      </w:pPr>
      <w:r>
        <w:continuationSeparator/>
      </w:r>
    </w:p>
  </w:footnote>
  <w:footnote w:type="continuationNotice" w:id="1">
    <w:p w14:paraId="2CFF9A10" w14:textId="77777777" w:rsidR="003B4616" w:rsidRDefault="003B461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B4616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C478B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55089"/>
    <w:rsid w:val="00957B86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31526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0AC6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827B7"/>
    <w:rsid w:val="00B92A3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1D265A"/>
    <w:rsid w:val="002E2AE0"/>
    <w:rsid w:val="00320969"/>
    <w:rsid w:val="00343830"/>
    <w:rsid w:val="004849A4"/>
    <w:rsid w:val="004B37E8"/>
    <w:rsid w:val="00507851"/>
    <w:rsid w:val="005448FE"/>
    <w:rsid w:val="005D169A"/>
    <w:rsid w:val="00604546"/>
    <w:rsid w:val="006502F4"/>
    <w:rsid w:val="00653154"/>
    <w:rsid w:val="00664809"/>
    <w:rsid w:val="007437B2"/>
    <w:rsid w:val="007439FF"/>
    <w:rsid w:val="008B5E8D"/>
    <w:rsid w:val="00A053CC"/>
    <w:rsid w:val="00A24B75"/>
    <w:rsid w:val="00A27A0F"/>
    <w:rsid w:val="00AD1FD5"/>
    <w:rsid w:val="00B1519B"/>
    <w:rsid w:val="00B400D3"/>
    <w:rsid w:val="00B827B7"/>
    <w:rsid w:val="00BC6A58"/>
    <w:rsid w:val="00BC6FFE"/>
    <w:rsid w:val="00C15F83"/>
    <w:rsid w:val="00E46EE8"/>
    <w:rsid w:val="00E75F44"/>
    <w:rsid w:val="00E776A4"/>
    <w:rsid w:val="00EA068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2025-03-19T16:41:00Z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